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8489B" w14:textId="77777777" w:rsidR="00E9159E" w:rsidRDefault="00E9159E" w:rsidP="005318A1">
      <w:pPr>
        <w:spacing w:after="0" w:line="240" w:lineRule="auto"/>
      </w:pPr>
    </w:p>
    <w:p w14:paraId="52F60229" w14:textId="60116AF8" w:rsidR="00E82390" w:rsidRDefault="001E3BDA" w:rsidP="00CC3100">
      <w:pPr>
        <w:spacing w:after="0" w:line="240" w:lineRule="auto"/>
      </w:pPr>
      <w:r>
        <w:t>MJ is not submitting Attachment A – Minority and Women Subcontractor Form, as this is not applicable.</w:t>
      </w:r>
    </w:p>
    <w:sectPr w:rsidR="00E82390" w:rsidSect="005318A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880" w:right="1080" w:bottom="216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E7FF1" w14:textId="77777777" w:rsidR="00372F89" w:rsidRDefault="00372F89" w:rsidP="005318A1">
      <w:pPr>
        <w:spacing w:after="0" w:line="240" w:lineRule="auto"/>
      </w:pPr>
      <w:r>
        <w:separator/>
      </w:r>
    </w:p>
  </w:endnote>
  <w:endnote w:type="continuationSeparator" w:id="0">
    <w:p w14:paraId="0F2A77DF" w14:textId="77777777" w:rsidR="00372F89" w:rsidRDefault="00372F89" w:rsidP="00531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42492" w14:textId="77777777" w:rsidR="00916106" w:rsidRDefault="009161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AEA47" w14:textId="77777777" w:rsidR="00916106" w:rsidRDefault="0091610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7C32A" w14:textId="77777777" w:rsidR="00916106" w:rsidRDefault="009161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64EA9" w14:textId="77777777" w:rsidR="00372F89" w:rsidRDefault="00372F89" w:rsidP="005318A1">
      <w:pPr>
        <w:spacing w:after="0" w:line="240" w:lineRule="auto"/>
      </w:pPr>
      <w:r>
        <w:separator/>
      </w:r>
    </w:p>
  </w:footnote>
  <w:footnote w:type="continuationSeparator" w:id="0">
    <w:p w14:paraId="6B3BFFB4" w14:textId="77777777" w:rsidR="00372F89" w:rsidRDefault="00372F89" w:rsidP="00531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B87F5" w14:textId="77777777" w:rsidR="00916106" w:rsidRDefault="009161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FEC00" w14:textId="77777777" w:rsidR="005318A1" w:rsidRDefault="005318A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FE350EA" wp14:editId="6EA3D89A">
          <wp:simplePos x="0" y="0"/>
          <wp:positionH relativeFrom="margin">
            <wp:posOffset>-685800</wp:posOffset>
          </wp:positionH>
          <wp:positionV relativeFrom="margin">
            <wp:posOffset>-1828526</wp:posOffset>
          </wp:positionV>
          <wp:extent cx="7772400" cy="10058399"/>
          <wp:effectExtent l="0" t="0" r="0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tterhead_Indianapolis PO Bo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3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0BCF6" w14:textId="77777777" w:rsidR="00916106" w:rsidRDefault="0091610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F89"/>
    <w:rsid w:val="001B12EE"/>
    <w:rsid w:val="001E3BDA"/>
    <w:rsid w:val="001F40FF"/>
    <w:rsid w:val="00325431"/>
    <w:rsid w:val="003318C1"/>
    <w:rsid w:val="00372F89"/>
    <w:rsid w:val="003F2BBD"/>
    <w:rsid w:val="00401EBF"/>
    <w:rsid w:val="0048443A"/>
    <w:rsid w:val="005318A1"/>
    <w:rsid w:val="005F31E1"/>
    <w:rsid w:val="006064AA"/>
    <w:rsid w:val="006272DD"/>
    <w:rsid w:val="006D00A9"/>
    <w:rsid w:val="007B449A"/>
    <w:rsid w:val="007C006E"/>
    <w:rsid w:val="008203C6"/>
    <w:rsid w:val="00916106"/>
    <w:rsid w:val="00944B5E"/>
    <w:rsid w:val="009D4A7E"/>
    <w:rsid w:val="00A563D0"/>
    <w:rsid w:val="00B65881"/>
    <w:rsid w:val="00C7019E"/>
    <w:rsid w:val="00CC3100"/>
    <w:rsid w:val="00D5493C"/>
    <w:rsid w:val="00DB2E27"/>
    <w:rsid w:val="00E82390"/>
    <w:rsid w:val="00E9159E"/>
    <w:rsid w:val="00F5082A"/>
    <w:rsid w:val="00F84F1F"/>
    <w:rsid w:val="00FD6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FAAE4B"/>
  <w15:chartTrackingRefBased/>
  <w15:docId w15:val="{506EBD37-0EE2-4CF2-A42A-D98520423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18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18A1"/>
  </w:style>
  <w:style w:type="paragraph" w:styleId="Footer">
    <w:name w:val="footer"/>
    <w:basedOn w:val="Normal"/>
    <w:link w:val="FooterChar"/>
    <w:uiPriority w:val="99"/>
    <w:unhideWhenUsed/>
    <w:rsid w:val="005318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18A1"/>
  </w:style>
  <w:style w:type="paragraph" w:styleId="ListParagraph">
    <w:name w:val="List Paragraph"/>
    <w:basedOn w:val="Normal"/>
    <w:uiPriority w:val="34"/>
    <w:qFormat/>
    <w:rsid w:val="00F84F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adler\Downloads\Letterhead_Indianapolis%20Street%20(2).dotx" TargetMode="External"/></Relationships>
</file>

<file path=word/theme/theme1.xml><?xml version="1.0" encoding="utf-8"?>
<a:theme xmlns:a="http://schemas.openxmlformats.org/drawingml/2006/main" name="MJ 2018">
  <a:themeElements>
    <a:clrScheme name="MJ 2018">
      <a:dk1>
        <a:srgbClr val="3A3834"/>
      </a:dk1>
      <a:lt1>
        <a:srgbClr val="FFFFFF"/>
      </a:lt1>
      <a:dk2>
        <a:srgbClr val="3A3834"/>
      </a:dk2>
      <a:lt2>
        <a:srgbClr val="F4F4F4"/>
      </a:lt2>
      <a:accent1>
        <a:srgbClr val="298EA5"/>
      </a:accent1>
      <a:accent2>
        <a:srgbClr val="993566"/>
      </a:accent2>
      <a:accent3>
        <a:srgbClr val="C8CF67"/>
      </a:accent3>
      <a:accent4>
        <a:srgbClr val="F4F4F4"/>
      </a:accent4>
      <a:accent5>
        <a:srgbClr val="D34C41"/>
      </a:accent5>
      <a:accent6>
        <a:srgbClr val="FFC000"/>
      </a:accent6>
      <a:hlink>
        <a:srgbClr val="298EA5"/>
      </a:hlink>
      <a:folHlink>
        <a:srgbClr val="993566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a3075f8-7400-4fa8-9983-121dc41136c5">
      <Value>2</Value>
    </TaxCatchAll>
    <lcf76f155ced4ddcb4097134ff3c332f xmlns="c5bfcc86-a34b-437e-a9a6-7bc1d0ab29b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7FC7FC5F86AB4499EC8269E40BDA03" ma:contentTypeVersion="17" ma:contentTypeDescription="Create a new document." ma:contentTypeScope="" ma:versionID="36b1a593f76523698be6cea559f0ccba">
  <xsd:schema xmlns:xsd="http://www.w3.org/2001/XMLSchema" xmlns:xs="http://www.w3.org/2001/XMLSchema" xmlns:p="http://schemas.microsoft.com/office/2006/metadata/properties" xmlns:ns2="c5bfcc86-a34b-437e-a9a6-7bc1d0ab29bc" xmlns:ns3="3a3075f8-7400-4fa8-9983-121dc41136c5" targetNamespace="http://schemas.microsoft.com/office/2006/metadata/properties" ma:root="true" ma:fieldsID="a1b4ad0fb6eccae1a563983b42dddb83" ns2:_="" ns3:_="">
    <xsd:import namespace="c5bfcc86-a34b-437e-a9a6-7bc1d0ab29bc"/>
    <xsd:import namespace="3a3075f8-7400-4fa8-9983-121dc41136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bfcc86-a34b-437e-a9a6-7bc1d0ab29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ae91a54-b553-4946-a727-94d03a245f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3075f8-7400-4fa8-9983-121dc41136c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84e11e-0d0b-4fce-9487-e80d154f7fc4}" ma:internalName="TaxCatchAll" ma:showField="CatchAllData" ma:web="3a3075f8-7400-4fa8-9983-121dc41136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4A92D9-2479-4767-8553-A7389B87534C}">
  <ds:schemaRefs>
    <ds:schemaRef ds:uri="http://schemas.microsoft.com/office/2006/metadata/properties"/>
    <ds:schemaRef ds:uri="http://schemas.microsoft.com/office/infopath/2007/PartnerControls"/>
    <ds:schemaRef ds:uri="78d2af8d-a738-44b5-bdb6-db54f5d0fb66"/>
    <ds:schemaRef ds:uri="3341ceaf-2e67-4a95-a556-a1326e2c552f"/>
    <ds:schemaRef ds:uri="3a3075f8-7400-4fa8-9983-121dc41136c5"/>
    <ds:schemaRef ds:uri="c5bfcc86-a34b-437e-a9a6-7bc1d0ab29bc"/>
  </ds:schemaRefs>
</ds:datastoreItem>
</file>

<file path=customXml/itemProps2.xml><?xml version="1.0" encoding="utf-8"?>
<ds:datastoreItem xmlns:ds="http://schemas.openxmlformats.org/officeDocument/2006/customXml" ds:itemID="{6F3EF69E-10B2-4DF6-8829-5D25B05A3B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2CA01A-FF8F-4CA1-ABD3-6CAE92149E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bfcc86-a34b-437e-a9a6-7bc1d0ab29bc"/>
    <ds:schemaRef ds:uri="3a3075f8-7400-4fa8-9983-121dc4113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Letterhead_Indianapolis Street (2)</Template>
  <TotalTime>1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Adler</dc:creator>
  <cp:keywords/>
  <dc:description/>
  <cp:lastModifiedBy>Deaton, Teresa</cp:lastModifiedBy>
  <cp:revision>2</cp:revision>
  <cp:lastPrinted>2023-09-07T12:54:00Z</cp:lastPrinted>
  <dcterms:created xsi:type="dcterms:W3CDTF">2023-09-08T18:28:00Z</dcterms:created>
  <dcterms:modified xsi:type="dcterms:W3CDTF">2023-09-08T18:28:00Z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0x010100F17FC7FC5F86AB4499EC8269E40BDA03</vt:lpwstr>
  </property>
  <property fmtid="{D5CDD505-2E9C-101B-9397-08002B2CF9AE}" pid="3" name="Service Area">
    <vt:lpwstr/>
  </property>
  <property fmtid="{D5CDD505-2E9C-101B-9397-08002B2CF9AE}" pid="4" name="Industry">
    <vt:lpwstr/>
  </property>
  <property fmtid="{D5CDD505-2E9C-101B-9397-08002B2CF9AE}" pid="5" name="Document Type">
    <vt:lpwstr>2;#Templates|82a9a8a7-9d07-40ea-82a2-c5eafadb361e</vt:lpwstr>
  </property>
  <property fmtid="{D5CDD505-2E9C-101B-9397-08002B2CF9AE}" pid="6" name="Department">
    <vt:lpwstr/>
  </property>
  <property fmtid="{D5CDD505-2E9C-101B-9397-08002B2CF9AE}" pid="7" name="Value Proposition">
    <vt:lpwstr/>
  </property>
</Properties>
</file>